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F1DD" w14:textId="6179A7F1" w:rsidR="00FD7FA3" w:rsidRPr="000C69C4" w:rsidRDefault="00556AE3" w:rsidP="00FD7FA3">
      <w:pPr>
        <w:tabs>
          <w:tab w:val="left" w:pos="-144"/>
          <w:tab w:val="left" w:pos="1152"/>
          <w:tab w:val="left" w:pos="2448"/>
          <w:tab w:val="left" w:pos="3744"/>
          <w:tab w:val="left" w:pos="5040"/>
          <w:tab w:val="left" w:pos="6336"/>
          <w:tab w:val="left" w:pos="7632"/>
          <w:tab w:val="left" w:pos="8928"/>
        </w:tabs>
        <w:spacing w:before="20"/>
        <w:rPr>
          <w:sz w:val="22"/>
          <w:szCs w:val="22"/>
        </w:rPr>
      </w:pPr>
      <w:r w:rsidRPr="001A6259">
        <w:rPr>
          <w:b/>
          <w:sz w:val="22"/>
          <w:szCs w:val="22"/>
        </w:rPr>
        <w:t>Muudatus nr</w:t>
      </w:r>
      <w:r w:rsidR="00FD7FA3">
        <w:rPr>
          <w:b/>
          <w:sz w:val="22"/>
          <w:szCs w:val="22"/>
        </w:rPr>
        <w:t xml:space="preserve"> </w:t>
      </w:r>
      <w:r w:rsidR="00CE1F59">
        <w:rPr>
          <w:b/>
          <w:sz w:val="22"/>
          <w:szCs w:val="22"/>
        </w:rPr>
        <w:t>1</w:t>
      </w:r>
      <w:r w:rsidRPr="001A6259">
        <w:rPr>
          <w:b/>
          <w:sz w:val="22"/>
          <w:szCs w:val="22"/>
        </w:rPr>
        <w:br/>
      </w:r>
      <w:r w:rsidR="00FD7FA3" w:rsidRPr="00197D9D">
        <w:rPr>
          <w:i/>
          <w:sz w:val="22"/>
          <w:szCs w:val="22"/>
        </w:rPr>
        <w:t>/vastavalt digitaalallkirjastamise kuupäevale/</w:t>
      </w:r>
    </w:p>
    <w:p w14:paraId="1DB29623" w14:textId="77777777" w:rsidR="009D4DE7" w:rsidRDefault="009D4DE7" w:rsidP="00FD7FA3">
      <w:pPr>
        <w:spacing w:after="60"/>
        <w:rPr>
          <w:sz w:val="22"/>
          <w:szCs w:val="22"/>
        </w:rPr>
      </w:pPr>
    </w:p>
    <w:p w14:paraId="673670F0" w14:textId="28EC9800" w:rsidR="00654956" w:rsidRPr="001A6259" w:rsidRDefault="00F831B2" w:rsidP="00FD7FA3">
      <w:pPr>
        <w:spacing w:after="60"/>
        <w:rPr>
          <w:sz w:val="22"/>
          <w:szCs w:val="22"/>
        </w:rPr>
      </w:pPr>
      <w:r>
        <w:rPr>
          <w:b/>
          <w:sz w:val="22"/>
          <w:szCs w:val="22"/>
        </w:rPr>
        <w:t>Töövõtu</w:t>
      </w:r>
      <w:r w:rsidR="00E909A7">
        <w:rPr>
          <w:b/>
          <w:sz w:val="22"/>
          <w:szCs w:val="22"/>
        </w:rPr>
        <w:t xml:space="preserve">lepingu nr </w:t>
      </w:r>
      <w:r w:rsidR="00787B34" w:rsidRPr="00787B34">
        <w:rPr>
          <w:b/>
          <w:sz w:val="22"/>
          <w:szCs w:val="22"/>
        </w:rPr>
        <w:t>9-15/2024/10</w:t>
      </w:r>
      <w:r w:rsidR="00191973" w:rsidRPr="001A6259">
        <w:rPr>
          <w:sz w:val="22"/>
          <w:szCs w:val="22"/>
        </w:rPr>
        <w:t xml:space="preserve"> </w:t>
      </w:r>
      <w:r w:rsidR="009D4DE7" w:rsidRPr="001A6259">
        <w:rPr>
          <w:sz w:val="22"/>
          <w:szCs w:val="22"/>
        </w:rPr>
        <w:t xml:space="preserve">(edaspidi </w:t>
      </w:r>
      <w:r w:rsidR="00AC0B82">
        <w:rPr>
          <w:sz w:val="22"/>
          <w:szCs w:val="22"/>
        </w:rPr>
        <w:t>l</w:t>
      </w:r>
      <w:r w:rsidR="009D4DE7" w:rsidRPr="001A6259">
        <w:rPr>
          <w:sz w:val="22"/>
          <w:szCs w:val="22"/>
        </w:rPr>
        <w:t>eping) juurde</w:t>
      </w:r>
    </w:p>
    <w:p w14:paraId="2E97982E" w14:textId="77777777" w:rsidR="006F2292" w:rsidRDefault="006F2292" w:rsidP="00556AE3">
      <w:pPr>
        <w:jc w:val="both"/>
        <w:rPr>
          <w:b/>
          <w:sz w:val="22"/>
          <w:szCs w:val="22"/>
        </w:rPr>
      </w:pPr>
    </w:p>
    <w:p w14:paraId="08B5F342" w14:textId="77777777" w:rsidR="00F87B30" w:rsidRPr="00DF3E09" w:rsidRDefault="00F87B30" w:rsidP="00556AE3">
      <w:pPr>
        <w:jc w:val="both"/>
        <w:rPr>
          <w:b/>
          <w:sz w:val="22"/>
          <w:szCs w:val="22"/>
        </w:rPr>
      </w:pPr>
    </w:p>
    <w:p w14:paraId="4741D696" w14:textId="6E082B35" w:rsidR="00E909A7" w:rsidRPr="00F831B2" w:rsidRDefault="00E909A7" w:rsidP="00F831B2">
      <w:pPr>
        <w:spacing w:after="60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Riigimetsa Majandamise Keskus</w:t>
      </w:r>
      <w:r w:rsidRPr="00AB0C33">
        <w:rPr>
          <w:b/>
          <w:sz w:val="22"/>
          <w:szCs w:val="22"/>
        </w:rPr>
        <w:t>,</w:t>
      </w:r>
      <w:r w:rsidRPr="00AB0C33">
        <w:rPr>
          <w:b/>
          <w:color w:val="000000"/>
          <w:sz w:val="22"/>
          <w:szCs w:val="22"/>
        </w:rPr>
        <w:t xml:space="preserve"> </w:t>
      </w:r>
      <w:r w:rsidRPr="00AB0C33">
        <w:rPr>
          <w:color w:val="000000"/>
          <w:sz w:val="22"/>
          <w:szCs w:val="22"/>
        </w:rPr>
        <w:t xml:space="preserve">registrikood </w:t>
      </w:r>
      <w:r>
        <w:rPr>
          <w:sz w:val="22"/>
          <w:szCs w:val="22"/>
        </w:rPr>
        <w:t>70004459</w:t>
      </w:r>
      <w:r w:rsidR="001F6804">
        <w:rPr>
          <w:color w:val="000000"/>
          <w:sz w:val="22"/>
          <w:szCs w:val="22"/>
        </w:rPr>
        <w:t>, asukoht</w:t>
      </w:r>
      <w:r w:rsidRPr="00AB0C33">
        <w:rPr>
          <w:sz w:val="22"/>
          <w:szCs w:val="22"/>
        </w:rPr>
        <w:t xml:space="preserve"> </w:t>
      </w:r>
      <w:r w:rsidR="00E30A47">
        <w:rPr>
          <w:sz w:val="22"/>
          <w:szCs w:val="22"/>
        </w:rPr>
        <w:t>Sagadi küla, Haljala vald, Lääne-Virumaa</w:t>
      </w:r>
      <w:r>
        <w:rPr>
          <w:sz w:val="22"/>
          <w:szCs w:val="22"/>
        </w:rPr>
        <w:t xml:space="preserve">, </w:t>
      </w:r>
      <w:r w:rsidRPr="00AB0C33">
        <w:rPr>
          <w:color w:val="000000"/>
          <w:sz w:val="22"/>
          <w:szCs w:val="22"/>
        </w:rPr>
        <w:t xml:space="preserve">mida esindab </w:t>
      </w:r>
      <w:r w:rsidR="00CE1F59" w:rsidRPr="00CE1F59">
        <w:rPr>
          <w:color w:val="000000"/>
          <w:sz w:val="22"/>
          <w:szCs w:val="22"/>
        </w:rPr>
        <w:t>volikirja nr 9-1/2023/4485 alusel ehitusspetsialist Jüri Orlov</w:t>
      </w:r>
      <w:r w:rsidR="00CE1F59">
        <w:rPr>
          <w:color w:val="000000"/>
          <w:sz w:val="22"/>
          <w:szCs w:val="22"/>
        </w:rPr>
        <w:t>,</w:t>
      </w:r>
      <w:r w:rsidRPr="00AB0C33">
        <w:rPr>
          <w:color w:val="000000"/>
          <w:sz w:val="22"/>
          <w:szCs w:val="22"/>
        </w:rPr>
        <w:t xml:space="preserve"> (edaspidi nimetatud „</w:t>
      </w:r>
      <w:r w:rsidR="00AC0B82">
        <w:rPr>
          <w:color w:val="000000"/>
          <w:sz w:val="22"/>
          <w:szCs w:val="22"/>
        </w:rPr>
        <w:t>t</w:t>
      </w:r>
      <w:r w:rsidR="00F831B2">
        <w:rPr>
          <w:color w:val="000000"/>
          <w:sz w:val="22"/>
          <w:szCs w:val="22"/>
        </w:rPr>
        <w:t>ellija</w:t>
      </w:r>
      <w:r w:rsidR="001F6804">
        <w:rPr>
          <w:color w:val="000000"/>
          <w:sz w:val="22"/>
          <w:szCs w:val="22"/>
        </w:rPr>
        <w:t>“)</w:t>
      </w:r>
    </w:p>
    <w:p w14:paraId="43D20764" w14:textId="77777777" w:rsidR="00E909A7" w:rsidRPr="00EB1D13" w:rsidRDefault="00E909A7" w:rsidP="00E909A7">
      <w:pPr>
        <w:tabs>
          <w:tab w:val="left" w:pos="2805"/>
        </w:tabs>
        <w:jc w:val="both"/>
        <w:rPr>
          <w:color w:val="000000"/>
          <w:sz w:val="22"/>
          <w:szCs w:val="22"/>
        </w:rPr>
      </w:pPr>
      <w:r w:rsidRPr="00EB1D13">
        <w:rPr>
          <w:color w:val="000000"/>
          <w:sz w:val="22"/>
          <w:szCs w:val="22"/>
        </w:rPr>
        <w:t>ja</w:t>
      </w:r>
    </w:p>
    <w:p w14:paraId="1F904E94" w14:textId="2C8A0D98" w:rsidR="00E909A7" w:rsidRPr="00626543" w:rsidRDefault="00787B34" w:rsidP="00626543">
      <w:r w:rsidRPr="00787B34">
        <w:rPr>
          <w:b/>
          <w:sz w:val="22"/>
          <w:szCs w:val="22"/>
        </w:rPr>
        <w:t>BOA OÜ</w:t>
      </w:r>
      <w:r w:rsidR="00F831B2">
        <w:rPr>
          <w:b/>
          <w:bCs/>
          <w:color w:val="000000"/>
          <w:sz w:val="22"/>
          <w:szCs w:val="22"/>
        </w:rPr>
        <w:t xml:space="preserve">, </w:t>
      </w:r>
      <w:r w:rsidR="00E909A7" w:rsidRPr="00EB1D13">
        <w:rPr>
          <w:color w:val="000000"/>
          <w:sz w:val="22"/>
          <w:szCs w:val="22"/>
        </w:rPr>
        <w:t xml:space="preserve">registrikood </w:t>
      </w:r>
      <w:r w:rsidRPr="00787B34">
        <w:t>12086656</w:t>
      </w:r>
      <w:r w:rsidR="00E909A7" w:rsidRPr="00EB1D13">
        <w:rPr>
          <w:color w:val="000000"/>
          <w:sz w:val="22"/>
          <w:szCs w:val="22"/>
        </w:rPr>
        <w:t xml:space="preserve">, asukoht </w:t>
      </w:r>
      <w:r w:rsidRPr="00787B34">
        <w:t>Telliskivi tn 60/1-51, 10412, Tallinn, Harju mk</w:t>
      </w:r>
      <w:r w:rsidR="00E909A7" w:rsidRPr="00EB1D13">
        <w:rPr>
          <w:color w:val="000000"/>
          <w:sz w:val="22"/>
          <w:szCs w:val="22"/>
        </w:rPr>
        <w:t xml:space="preserve">, mida esindab </w:t>
      </w:r>
      <w:r w:rsidR="00CE1F59">
        <w:t>põhikirja</w:t>
      </w:r>
      <w:r w:rsidR="00E909A7" w:rsidRPr="00EB1D13">
        <w:rPr>
          <w:color w:val="000000"/>
          <w:sz w:val="22"/>
          <w:szCs w:val="22"/>
        </w:rPr>
        <w:t xml:space="preserve"> alusel </w:t>
      </w:r>
      <w:r w:rsidR="00CE1F59">
        <w:t xml:space="preserve"> juhatuse liige</w:t>
      </w:r>
      <w:r w:rsidR="00626543">
        <w:t xml:space="preserve"> </w:t>
      </w:r>
      <w:r w:rsidRPr="00787B34">
        <w:t>Anto Savi</w:t>
      </w:r>
      <w:r w:rsidR="00F831B2" w:rsidRPr="00F831B2">
        <w:rPr>
          <w:color w:val="000000"/>
          <w:sz w:val="22"/>
          <w:szCs w:val="22"/>
        </w:rPr>
        <w:t xml:space="preserve"> (edaspidi nimetatud </w:t>
      </w:r>
      <w:r w:rsidR="00F831B2">
        <w:rPr>
          <w:color w:val="000000"/>
          <w:sz w:val="22"/>
          <w:szCs w:val="22"/>
        </w:rPr>
        <w:t>„</w:t>
      </w:r>
      <w:r w:rsidR="00AC0B82">
        <w:rPr>
          <w:color w:val="000000"/>
          <w:sz w:val="22"/>
          <w:szCs w:val="22"/>
        </w:rPr>
        <w:t>t</w:t>
      </w:r>
      <w:r w:rsidR="00F831B2" w:rsidRPr="00F831B2">
        <w:rPr>
          <w:color w:val="000000"/>
          <w:sz w:val="22"/>
          <w:szCs w:val="22"/>
        </w:rPr>
        <w:t>öövõtja</w:t>
      </w:r>
      <w:r w:rsidR="00F831B2">
        <w:rPr>
          <w:color w:val="000000"/>
          <w:sz w:val="22"/>
          <w:szCs w:val="22"/>
        </w:rPr>
        <w:t>“</w:t>
      </w:r>
      <w:r w:rsidR="00F831B2" w:rsidRPr="00F831B2">
        <w:rPr>
          <w:color w:val="000000"/>
          <w:sz w:val="22"/>
          <w:szCs w:val="22"/>
        </w:rPr>
        <w:t>)</w:t>
      </w:r>
      <w:r w:rsidR="001F6804">
        <w:rPr>
          <w:color w:val="000000"/>
          <w:sz w:val="22"/>
          <w:szCs w:val="22"/>
        </w:rPr>
        <w:t>,</w:t>
      </w:r>
    </w:p>
    <w:p w14:paraId="7E2341BA" w14:textId="77777777" w:rsidR="00654956" w:rsidRPr="001A6259" w:rsidRDefault="00E909A7" w:rsidP="00E909A7">
      <w:pPr>
        <w:spacing w:after="60"/>
        <w:jc w:val="both"/>
        <w:rPr>
          <w:sz w:val="22"/>
          <w:szCs w:val="22"/>
        </w:rPr>
      </w:pPr>
      <w:r w:rsidRPr="00EB1D13">
        <w:rPr>
          <w:color w:val="000000"/>
          <w:sz w:val="22"/>
          <w:szCs w:val="22"/>
        </w:rPr>
        <w:t>edaspidi käesolevas lepingus nimetatud “</w:t>
      </w:r>
      <w:r w:rsidR="00AC0B82">
        <w:rPr>
          <w:bCs/>
          <w:color w:val="000000"/>
          <w:sz w:val="22"/>
          <w:szCs w:val="22"/>
        </w:rPr>
        <w:t>p</w:t>
      </w:r>
      <w:r w:rsidRPr="00F831B2">
        <w:rPr>
          <w:bCs/>
          <w:color w:val="000000"/>
          <w:sz w:val="22"/>
          <w:szCs w:val="22"/>
        </w:rPr>
        <w:t>ool</w:t>
      </w:r>
      <w:r w:rsidRPr="00EB1D13">
        <w:rPr>
          <w:color w:val="000000"/>
          <w:sz w:val="22"/>
          <w:szCs w:val="22"/>
        </w:rPr>
        <w:t xml:space="preserve">” või </w:t>
      </w:r>
      <w:r>
        <w:rPr>
          <w:color w:val="000000"/>
          <w:sz w:val="22"/>
          <w:szCs w:val="22"/>
        </w:rPr>
        <w:t xml:space="preserve">koos </w:t>
      </w:r>
      <w:r w:rsidRPr="00EB1D13">
        <w:rPr>
          <w:color w:val="000000"/>
          <w:sz w:val="22"/>
          <w:szCs w:val="22"/>
        </w:rPr>
        <w:t>“</w:t>
      </w:r>
      <w:r w:rsidR="00AC0B82">
        <w:rPr>
          <w:bCs/>
          <w:color w:val="000000"/>
          <w:sz w:val="22"/>
          <w:szCs w:val="22"/>
        </w:rPr>
        <w:t>p</w:t>
      </w:r>
      <w:r w:rsidRPr="00F831B2">
        <w:rPr>
          <w:bCs/>
          <w:color w:val="000000"/>
          <w:sz w:val="22"/>
          <w:szCs w:val="22"/>
        </w:rPr>
        <w:t>ooled</w:t>
      </w:r>
      <w:r w:rsidRPr="00EB1D13">
        <w:rPr>
          <w:color w:val="000000"/>
          <w:sz w:val="22"/>
          <w:szCs w:val="22"/>
        </w:rPr>
        <w:t>”</w:t>
      </w:r>
      <w:r>
        <w:rPr>
          <w:color w:val="000000"/>
          <w:sz w:val="22"/>
          <w:szCs w:val="22"/>
        </w:rPr>
        <w:t>.</w:t>
      </w:r>
    </w:p>
    <w:p w14:paraId="299D8517" w14:textId="77777777" w:rsidR="00556AE3" w:rsidRPr="001A6259" w:rsidRDefault="00556AE3" w:rsidP="00556AE3">
      <w:pPr>
        <w:spacing w:after="60"/>
        <w:jc w:val="both"/>
        <w:rPr>
          <w:sz w:val="22"/>
          <w:szCs w:val="22"/>
        </w:rPr>
      </w:pPr>
    </w:p>
    <w:p w14:paraId="1B079B66" w14:textId="146D88A0" w:rsidR="00556AE3" w:rsidRPr="004260CD" w:rsidRDefault="00556AE3" w:rsidP="00556AE3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>võttes arvesse, et</w:t>
      </w:r>
      <w:r w:rsidR="00893CC0">
        <w:rPr>
          <w:sz w:val="22"/>
          <w:szCs w:val="22"/>
        </w:rPr>
        <w:tab/>
      </w:r>
      <w:r w:rsidR="00AC0B82">
        <w:rPr>
          <w:sz w:val="22"/>
          <w:szCs w:val="22"/>
        </w:rPr>
        <w:t>p</w:t>
      </w:r>
      <w:r w:rsidR="00893CC0">
        <w:rPr>
          <w:sz w:val="22"/>
          <w:szCs w:val="22"/>
        </w:rPr>
        <w:t>oolte vahel on</w:t>
      </w:r>
      <w:r w:rsidR="00893CC0" w:rsidRPr="00CE1F59">
        <w:rPr>
          <w:bCs/>
          <w:sz w:val="22"/>
          <w:szCs w:val="22"/>
        </w:rPr>
        <w:t xml:space="preserve"> </w:t>
      </w:r>
      <w:r w:rsidR="00787B34">
        <w:rPr>
          <w:bCs/>
          <w:sz w:val="22"/>
          <w:szCs w:val="22"/>
        </w:rPr>
        <w:t>07.05</w:t>
      </w:r>
      <w:r w:rsidR="00CE1F59" w:rsidRPr="00CE1F59">
        <w:rPr>
          <w:bCs/>
          <w:sz w:val="22"/>
          <w:szCs w:val="22"/>
        </w:rPr>
        <w:t>.24</w:t>
      </w:r>
      <w:r w:rsidRPr="001A6259">
        <w:rPr>
          <w:sz w:val="22"/>
          <w:szCs w:val="22"/>
        </w:rPr>
        <w:t xml:space="preserve"> sõlmitud </w:t>
      </w:r>
      <w:r w:rsidR="00AC0B82">
        <w:rPr>
          <w:noProof/>
          <w:sz w:val="22"/>
          <w:szCs w:val="22"/>
        </w:rPr>
        <w:t>l</w:t>
      </w:r>
      <w:r w:rsidR="00405DB3">
        <w:rPr>
          <w:noProof/>
          <w:sz w:val="22"/>
          <w:szCs w:val="22"/>
        </w:rPr>
        <w:t>eping</w:t>
      </w:r>
      <w:r w:rsidR="00CE1F59">
        <w:rPr>
          <w:noProof/>
          <w:sz w:val="22"/>
          <w:szCs w:val="22"/>
        </w:rPr>
        <w:t xml:space="preserve"> </w:t>
      </w:r>
      <w:r w:rsidR="00787B34" w:rsidRPr="00787B34">
        <w:rPr>
          <w:noProof/>
          <w:sz w:val="22"/>
          <w:szCs w:val="22"/>
        </w:rPr>
        <w:t>RMK Ussimäe büroohoone projekteerimi</w:t>
      </w:r>
      <w:r w:rsidR="00787B34">
        <w:rPr>
          <w:noProof/>
          <w:sz w:val="22"/>
          <w:szCs w:val="22"/>
        </w:rPr>
        <w:t>seks</w:t>
      </w:r>
      <w:r w:rsidRPr="004260CD">
        <w:rPr>
          <w:sz w:val="22"/>
          <w:szCs w:val="22"/>
        </w:rPr>
        <w:t>;</w:t>
      </w:r>
    </w:p>
    <w:p w14:paraId="0DE15BF1" w14:textId="65717383" w:rsidR="006F2292" w:rsidRDefault="00556AE3" w:rsidP="006F2292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 w:rsidR="00787B34">
        <w:t xml:space="preserve">tellija on nõudnud eskiisprojektile muudatuste tegemist peale </w:t>
      </w:r>
      <w:r w:rsidR="00970363">
        <w:t>eskiisprojekti graafikujärgset kinnitamist</w:t>
      </w:r>
      <w:r w:rsidR="00873952">
        <w:rPr>
          <w:sz w:val="22"/>
          <w:szCs w:val="22"/>
        </w:rPr>
        <w:t>,</w:t>
      </w:r>
      <w:r w:rsidR="007A4AF5">
        <w:rPr>
          <w:sz w:val="22"/>
          <w:szCs w:val="22"/>
        </w:rPr>
        <w:t xml:space="preserve"> ning töövõtja on esitanud </w:t>
      </w:r>
      <w:r w:rsidR="00176616">
        <w:rPr>
          <w:sz w:val="22"/>
          <w:szCs w:val="22"/>
        </w:rPr>
        <w:t>hinnapakkumise nr</w:t>
      </w:r>
      <w:r w:rsidR="00176616" w:rsidRPr="00176616">
        <w:rPr>
          <w:sz w:val="22"/>
          <w:szCs w:val="22"/>
        </w:rPr>
        <w:t>162 28.10.2024</w:t>
      </w:r>
      <w:r w:rsidR="007A4AF5">
        <w:rPr>
          <w:sz w:val="22"/>
          <w:szCs w:val="22"/>
        </w:rPr>
        <w:t>, mille tellija on aktsepteerinud,</w:t>
      </w:r>
    </w:p>
    <w:p w14:paraId="1990F5C2" w14:textId="77777777" w:rsidR="00F87B30" w:rsidRDefault="00F87B30" w:rsidP="00556AE3">
      <w:pPr>
        <w:spacing w:after="60"/>
        <w:jc w:val="both"/>
        <w:rPr>
          <w:sz w:val="22"/>
          <w:szCs w:val="22"/>
        </w:rPr>
      </w:pPr>
    </w:p>
    <w:p w14:paraId="6930D8B5" w14:textId="77777777" w:rsidR="00556AE3" w:rsidRDefault="00556AE3" w:rsidP="00556AE3">
      <w:pPr>
        <w:spacing w:after="60"/>
        <w:jc w:val="both"/>
        <w:rPr>
          <w:sz w:val="22"/>
          <w:szCs w:val="22"/>
        </w:rPr>
      </w:pPr>
      <w:r w:rsidRPr="001A6259">
        <w:rPr>
          <w:sz w:val="22"/>
          <w:szCs w:val="22"/>
        </w:rPr>
        <w:t xml:space="preserve">sõlmisid </w:t>
      </w:r>
      <w:r w:rsidR="00AC0B82">
        <w:rPr>
          <w:sz w:val="22"/>
          <w:szCs w:val="22"/>
        </w:rPr>
        <w:t>p</w:t>
      </w:r>
      <w:r w:rsidRPr="001A6259">
        <w:rPr>
          <w:sz w:val="22"/>
          <w:szCs w:val="22"/>
        </w:rPr>
        <w:t xml:space="preserve">ooled käesoleva kokkuleppe </w:t>
      </w:r>
      <w:r w:rsidR="005A0110">
        <w:rPr>
          <w:sz w:val="22"/>
          <w:szCs w:val="22"/>
        </w:rPr>
        <w:t xml:space="preserve">(edaspidi </w:t>
      </w:r>
      <w:r w:rsidR="00AC0B82">
        <w:rPr>
          <w:b/>
          <w:sz w:val="22"/>
          <w:szCs w:val="22"/>
        </w:rPr>
        <w:t>k</w:t>
      </w:r>
      <w:r w:rsidR="005A0110">
        <w:rPr>
          <w:b/>
          <w:sz w:val="22"/>
          <w:szCs w:val="22"/>
        </w:rPr>
        <w:t xml:space="preserve">okkulepe) </w:t>
      </w:r>
      <w:r w:rsidRPr="001A6259">
        <w:rPr>
          <w:sz w:val="22"/>
          <w:szCs w:val="22"/>
        </w:rPr>
        <w:t>alljärgnevas</w:t>
      </w:r>
      <w:r w:rsidR="002F7555">
        <w:rPr>
          <w:sz w:val="22"/>
          <w:szCs w:val="22"/>
        </w:rPr>
        <w:t>:</w:t>
      </w:r>
    </w:p>
    <w:p w14:paraId="11F691AA" w14:textId="7716606E" w:rsidR="00F31B1D" w:rsidRDefault="00176616" w:rsidP="00F31B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Maksta täiendavate tööde läbiviimise eest 4320€, millele lisandub käibemaks 22%</w:t>
      </w:r>
      <w:r w:rsidR="003E3874">
        <w:rPr>
          <w:sz w:val="22"/>
          <w:szCs w:val="22"/>
        </w:rPr>
        <w:t xml:space="preserve"> ning pikendada eskiisprojekti ja järgnevate etappide tööde esitamist 3 kuu võrra, võttes arvesse eskiisprojekti kinnitamist tellija poolt 22.10.2024</w:t>
      </w:r>
      <w:r w:rsidR="00B612CA" w:rsidRPr="00B612CA">
        <w:rPr>
          <w:sz w:val="22"/>
          <w:szCs w:val="22"/>
        </w:rPr>
        <w:t>.</w:t>
      </w:r>
    </w:p>
    <w:p w14:paraId="3B3EEE8A" w14:textId="77777777" w:rsidR="00556AE3" w:rsidRPr="00216204" w:rsidRDefault="00657F7D" w:rsidP="009F0540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Kokkulepe</w:t>
      </w:r>
      <w:r w:rsidRPr="00C62C2D">
        <w:rPr>
          <w:sz w:val="22"/>
          <w:szCs w:val="22"/>
        </w:rPr>
        <w:t xml:space="preserve"> allkirjastatakse digitaalallkirjaga, mis loetakse vastavalt tsi</w:t>
      </w:r>
      <w:r w:rsidR="001F6804">
        <w:rPr>
          <w:sz w:val="22"/>
          <w:szCs w:val="22"/>
        </w:rPr>
        <w:t>viilseadustiku üldosa seaduse §</w:t>
      </w:r>
      <w:r w:rsidRPr="00C62C2D">
        <w:rPr>
          <w:sz w:val="22"/>
          <w:szCs w:val="22"/>
        </w:rPr>
        <w:t>80 võrdseks allkirjastamise kirjaliku vormiga.</w:t>
      </w:r>
      <w:r w:rsidRPr="00566C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Kokkuleppe </w:t>
      </w:r>
      <w:r w:rsidRPr="00F0270C">
        <w:rPr>
          <w:sz w:val="22"/>
          <w:szCs w:val="22"/>
        </w:rPr>
        <w:t>sõlmimise kuupäevaks on hilisema allkirja andmise kuupäev</w:t>
      </w:r>
      <w:r>
        <w:rPr>
          <w:sz w:val="22"/>
          <w:szCs w:val="22"/>
        </w:rPr>
        <w:t>.</w:t>
      </w:r>
    </w:p>
    <w:p w14:paraId="7851FE6B" w14:textId="77777777" w:rsidR="00556AE3" w:rsidRDefault="00556AE3" w:rsidP="009F0540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922D25">
        <w:rPr>
          <w:sz w:val="22"/>
          <w:szCs w:val="22"/>
        </w:rPr>
        <w:t>Kokkulepe</w:t>
      </w:r>
      <w:r w:rsidR="001F6804">
        <w:rPr>
          <w:sz w:val="22"/>
          <w:szCs w:val="22"/>
        </w:rPr>
        <w:t xml:space="preserve"> </w:t>
      </w:r>
      <w:r w:rsidR="00E24F5F" w:rsidRPr="00922D25">
        <w:rPr>
          <w:sz w:val="22"/>
          <w:szCs w:val="22"/>
        </w:rPr>
        <w:t xml:space="preserve">on </w:t>
      </w:r>
      <w:r w:rsidR="00AC0B82">
        <w:rPr>
          <w:sz w:val="22"/>
          <w:szCs w:val="22"/>
        </w:rPr>
        <w:t>l</w:t>
      </w:r>
      <w:r w:rsidR="00405DB3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Pr="00922D25">
        <w:rPr>
          <w:sz w:val="22"/>
          <w:szCs w:val="22"/>
        </w:rPr>
        <w:t>lahutamatu lisa.</w:t>
      </w:r>
      <w:r w:rsid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 xml:space="preserve">Muus osas kehtivad kõik </w:t>
      </w:r>
      <w:r w:rsidR="00AC0B82">
        <w:rPr>
          <w:sz w:val="22"/>
          <w:szCs w:val="22"/>
        </w:rPr>
        <w:t>l</w:t>
      </w:r>
      <w:r w:rsidR="00B8186C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>ja selle lisade tingimused ja nõuded.</w:t>
      </w:r>
    </w:p>
    <w:p w14:paraId="7C9A4A59" w14:textId="77777777" w:rsidR="005A26DA" w:rsidRPr="005A26DA" w:rsidRDefault="005A26DA" w:rsidP="001F6804">
      <w:pPr>
        <w:autoSpaceDE w:val="0"/>
        <w:autoSpaceDN w:val="0"/>
        <w:adjustRightInd w:val="0"/>
        <w:spacing w:before="1200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20"/>
        <w:gridCol w:w="4620"/>
      </w:tblGrid>
      <w:tr w:rsidR="0076594C" w:rsidRPr="008639FF" w14:paraId="6258097C" w14:textId="77777777" w:rsidTr="00B8186C">
        <w:trPr>
          <w:trHeight w:val="1986"/>
        </w:trPr>
        <w:tc>
          <w:tcPr>
            <w:tcW w:w="4620" w:type="dxa"/>
          </w:tcPr>
          <w:p w14:paraId="462345B9" w14:textId="77777777" w:rsidR="0076594C" w:rsidRPr="005C714B" w:rsidRDefault="00EE1DD4" w:rsidP="00492AF3">
            <w:pPr>
              <w:ind w:left="1134" w:hanging="1134"/>
              <w:outlineLvl w:val="0"/>
              <w:rPr>
                <w:b/>
              </w:rPr>
            </w:pPr>
            <w:r>
              <w:rPr>
                <w:b/>
                <w:caps/>
                <w:sz w:val="22"/>
                <w:szCs w:val="22"/>
              </w:rPr>
              <w:t>TELLIJA</w:t>
            </w:r>
            <w:r w:rsidR="0076594C" w:rsidRPr="005C714B">
              <w:rPr>
                <w:b/>
                <w:sz w:val="22"/>
                <w:szCs w:val="22"/>
              </w:rPr>
              <w:t>:</w:t>
            </w:r>
          </w:p>
          <w:p w14:paraId="52369AC1" w14:textId="77777777" w:rsidR="0076594C" w:rsidRPr="001F6804" w:rsidRDefault="0076594C" w:rsidP="00492AF3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Riigimetsa Majandamise Keskus</w:t>
            </w:r>
          </w:p>
          <w:p w14:paraId="4E54F6B1" w14:textId="77777777" w:rsidR="0076594C" w:rsidRPr="001F6804" w:rsidRDefault="00EE1DD4" w:rsidP="00EE1DD4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telefon 676 7500</w:t>
            </w:r>
          </w:p>
          <w:p w14:paraId="2C88BEBE" w14:textId="77777777" w:rsidR="0076594C" w:rsidRPr="005C714B" w:rsidRDefault="0076594C" w:rsidP="00492AF3">
            <w:r w:rsidRPr="001F6804">
              <w:rPr>
                <w:sz w:val="22"/>
                <w:szCs w:val="22"/>
              </w:rPr>
              <w:t>e-post: rmk@rmk.ee</w:t>
            </w:r>
          </w:p>
        </w:tc>
        <w:tc>
          <w:tcPr>
            <w:tcW w:w="4620" w:type="dxa"/>
          </w:tcPr>
          <w:p w14:paraId="150A3BB8" w14:textId="77777777" w:rsidR="00EE1DD4" w:rsidRDefault="00EE1DD4" w:rsidP="00EE1DD4">
            <w:pPr>
              <w:rPr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TÖÖVÕTJA</w:t>
            </w:r>
            <w:r w:rsidRPr="005C714B">
              <w:rPr>
                <w:b/>
                <w:sz w:val="22"/>
                <w:szCs w:val="22"/>
              </w:rPr>
              <w:t>:</w:t>
            </w:r>
          </w:p>
          <w:p w14:paraId="6BFEC10A" w14:textId="5D8A7801" w:rsidR="00465C58" w:rsidRPr="00B612CA" w:rsidRDefault="00970363" w:rsidP="00B612CA">
            <w:pPr>
              <w:pStyle w:val="Heading4"/>
              <w:spacing w:before="0" w:after="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BOA</w:t>
            </w:r>
            <w:r w:rsidR="00B612CA" w:rsidRPr="00B612CA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OÜ</w:t>
            </w:r>
            <w:r w:rsidR="005F7C74"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</w:t>
            </w:r>
          </w:p>
          <w:p w14:paraId="27408396" w14:textId="6D8EB333" w:rsidR="00465C58" w:rsidRPr="001F6804" w:rsidRDefault="00B612CA" w:rsidP="00465C58">
            <w:pPr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 xml:space="preserve">Telefon </w:t>
            </w:r>
            <w:r w:rsidR="00AA02FC" w:rsidRPr="00AA02FC">
              <w:rPr>
                <w:sz w:val="22"/>
                <w:szCs w:val="22"/>
              </w:rPr>
              <w:t>55656161</w:t>
            </w:r>
          </w:p>
          <w:p w14:paraId="7104DB25" w14:textId="44035F84" w:rsidR="00465C58" w:rsidRPr="00465C58" w:rsidRDefault="00AA02FC" w:rsidP="00465C58">
            <w:r w:rsidRPr="00AA02FC">
              <w:rPr>
                <w:sz w:val="22"/>
                <w:szCs w:val="22"/>
              </w:rPr>
              <w:t>anto@boa.ee</w:t>
            </w:r>
          </w:p>
        </w:tc>
      </w:tr>
      <w:tr w:rsidR="00556AE3" w:rsidRPr="00761735" w14:paraId="676BA0EB" w14:textId="77777777" w:rsidTr="00B8186C">
        <w:trPr>
          <w:trHeight w:val="711"/>
        </w:trPr>
        <w:tc>
          <w:tcPr>
            <w:tcW w:w="4620" w:type="dxa"/>
          </w:tcPr>
          <w:p w14:paraId="6670BB60" w14:textId="77777777" w:rsidR="00FE32EB" w:rsidRPr="00DF3E09" w:rsidRDefault="00FE32EB" w:rsidP="00C82DE5">
            <w:pPr>
              <w:rPr>
                <w:color w:val="948A54" w:themeColor="background2" w:themeShade="80"/>
              </w:rPr>
            </w:pPr>
          </w:p>
          <w:p w14:paraId="0DD15035" w14:textId="77777777" w:rsidR="00556AE3" w:rsidRPr="00DF3E09" w:rsidRDefault="00FE32EB" w:rsidP="00FE32EB"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  <w:tc>
          <w:tcPr>
            <w:tcW w:w="4620" w:type="dxa"/>
          </w:tcPr>
          <w:p w14:paraId="31FEBE2C" w14:textId="77777777" w:rsidR="00556AE3" w:rsidRPr="00DF3E09" w:rsidRDefault="00556AE3" w:rsidP="00C82DE5">
            <w:pPr>
              <w:ind w:left="1134" w:hanging="1134"/>
              <w:jc w:val="right"/>
            </w:pPr>
          </w:p>
          <w:p w14:paraId="14D26B50" w14:textId="77777777" w:rsidR="00556AE3" w:rsidRPr="00DF3E09" w:rsidRDefault="00FE32EB" w:rsidP="008639FF">
            <w:pPr>
              <w:outlineLvl w:val="0"/>
              <w:rPr>
                <w:color w:val="948A54" w:themeColor="background2" w:themeShade="80"/>
              </w:rPr>
            </w:pPr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</w:tr>
    </w:tbl>
    <w:p w14:paraId="270954CE" w14:textId="77777777" w:rsidR="00841516" w:rsidRDefault="00841516" w:rsidP="00841516">
      <w:pPr>
        <w:spacing w:after="60"/>
        <w:jc w:val="both"/>
      </w:pPr>
    </w:p>
    <w:sectPr w:rsidR="00841516" w:rsidSect="00C82D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242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8FFA0" w14:textId="77777777" w:rsidR="00CE1F59" w:rsidRDefault="00CE1F59" w:rsidP="003D0AC1">
      <w:r>
        <w:separator/>
      </w:r>
    </w:p>
  </w:endnote>
  <w:endnote w:type="continuationSeparator" w:id="0">
    <w:p w14:paraId="1D1549D6" w14:textId="77777777" w:rsidR="00CE1F59" w:rsidRDefault="00CE1F59" w:rsidP="003D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B6A10" w14:textId="77777777" w:rsidR="001728A6" w:rsidRDefault="001728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32A2A" w14:textId="77777777" w:rsidR="001728A6" w:rsidRDefault="001728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7CCD3" w14:textId="77777777" w:rsidR="00F23867" w:rsidRDefault="00F2386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18857" w14:textId="77777777" w:rsidR="00CE1F59" w:rsidRDefault="00CE1F59" w:rsidP="003D0AC1">
      <w:r>
        <w:separator/>
      </w:r>
    </w:p>
  </w:footnote>
  <w:footnote w:type="continuationSeparator" w:id="0">
    <w:p w14:paraId="4FD1D20E" w14:textId="77777777" w:rsidR="00CE1F59" w:rsidRDefault="00CE1F59" w:rsidP="003D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7D19C" w14:textId="77777777" w:rsidR="001728A6" w:rsidRDefault="001728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7AEA" w14:textId="77777777" w:rsidR="001728A6" w:rsidRDefault="00172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20B37" w14:textId="77777777" w:rsidR="001728A6" w:rsidRDefault="00172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5A03"/>
    <w:multiLevelType w:val="hybridMultilevel"/>
    <w:tmpl w:val="D8B2AF5C"/>
    <w:lvl w:ilvl="0" w:tplc="3F680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60A83"/>
    <w:multiLevelType w:val="hybridMultilevel"/>
    <w:tmpl w:val="70A25500"/>
    <w:lvl w:ilvl="0" w:tplc="ACCA471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33BC"/>
    <w:multiLevelType w:val="hybridMultilevel"/>
    <w:tmpl w:val="232CB02C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931"/>
    <w:multiLevelType w:val="hybridMultilevel"/>
    <w:tmpl w:val="4E6E50A6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5ABD"/>
    <w:multiLevelType w:val="hybridMultilevel"/>
    <w:tmpl w:val="CA084516"/>
    <w:lvl w:ilvl="0" w:tplc="04F6CE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E32D7"/>
    <w:multiLevelType w:val="hybridMultilevel"/>
    <w:tmpl w:val="A2620316"/>
    <w:lvl w:ilvl="0" w:tplc="9DBCB8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972C9"/>
    <w:multiLevelType w:val="hybridMultilevel"/>
    <w:tmpl w:val="64267722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27B24"/>
    <w:multiLevelType w:val="hybridMultilevel"/>
    <w:tmpl w:val="DC6CDC4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438E6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</w:rPr>
    </w:lvl>
  </w:abstractNum>
  <w:num w:numId="1" w16cid:durableId="745499901">
    <w:abstractNumId w:val="8"/>
  </w:num>
  <w:num w:numId="2" w16cid:durableId="775519341">
    <w:abstractNumId w:val="0"/>
  </w:num>
  <w:num w:numId="3" w16cid:durableId="31462778">
    <w:abstractNumId w:val="2"/>
  </w:num>
  <w:num w:numId="4" w16cid:durableId="343746589">
    <w:abstractNumId w:val="5"/>
  </w:num>
  <w:num w:numId="5" w16cid:durableId="119301621">
    <w:abstractNumId w:val="1"/>
  </w:num>
  <w:num w:numId="6" w16cid:durableId="1047728548">
    <w:abstractNumId w:val="4"/>
  </w:num>
  <w:num w:numId="7" w16cid:durableId="1963608146">
    <w:abstractNumId w:val="3"/>
  </w:num>
  <w:num w:numId="8" w16cid:durableId="1080129793">
    <w:abstractNumId w:val="6"/>
  </w:num>
  <w:num w:numId="9" w16cid:durableId="516645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59"/>
    <w:rsid w:val="0002226C"/>
    <w:rsid w:val="00027C21"/>
    <w:rsid w:val="000343A6"/>
    <w:rsid w:val="00072D7B"/>
    <w:rsid w:val="00081CC1"/>
    <w:rsid w:val="000908C1"/>
    <w:rsid w:val="000B724D"/>
    <w:rsid w:val="000E25F2"/>
    <w:rsid w:val="000E44FB"/>
    <w:rsid w:val="000E6AA9"/>
    <w:rsid w:val="000F6441"/>
    <w:rsid w:val="00100F8D"/>
    <w:rsid w:val="001047AA"/>
    <w:rsid w:val="00106C45"/>
    <w:rsid w:val="00115B70"/>
    <w:rsid w:val="001228AB"/>
    <w:rsid w:val="00155639"/>
    <w:rsid w:val="00161916"/>
    <w:rsid w:val="00170FC1"/>
    <w:rsid w:val="001728A6"/>
    <w:rsid w:val="00176616"/>
    <w:rsid w:val="001802A6"/>
    <w:rsid w:val="00191973"/>
    <w:rsid w:val="00197A29"/>
    <w:rsid w:val="001A5BA5"/>
    <w:rsid w:val="001F6804"/>
    <w:rsid w:val="002105FC"/>
    <w:rsid w:val="00216204"/>
    <w:rsid w:val="00216A47"/>
    <w:rsid w:val="00221E72"/>
    <w:rsid w:val="00225311"/>
    <w:rsid w:val="002413C9"/>
    <w:rsid w:val="002716D9"/>
    <w:rsid w:val="002911E9"/>
    <w:rsid w:val="002A7317"/>
    <w:rsid w:val="002B3A94"/>
    <w:rsid w:val="002D5BC0"/>
    <w:rsid w:val="002E1ACE"/>
    <w:rsid w:val="002F7555"/>
    <w:rsid w:val="0030180C"/>
    <w:rsid w:val="003063CE"/>
    <w:rsid w:val="00345FBE"/>
    <w:rsid w:val="00351C22"/>
    <w:rsid w:val="00353DF2"/>
    <w:rsid w:val="00365826"/>
    <w:rsid w:val="003A5211"/>
    <w:rsid w:val="003A7860"/>
    <w:rsid w:val="003B6DAF"/>
    <w:rsid w:val="003D0AC1"/>
    <w:rsid w:val="003E03E1"/>
    <w:rsid w:val="003E3874"/>
    <w:rsid w:val="00402911"/>
    <w:rsid w:val="00405DB3"/>
    <w:rsid w:val="00413079"/>
    <w:rsid w:val="004260CD"/>
    <w:rsid w:val="00465C58"/>
    <w:rsid w:val="00483FD4"/>
    <w:rsid w:val="00486704"/>
    <w:rsid w:val="004D3419"/>
    <w:rsid w:val="004F1CD0"/>
    <w:rsid w:val="004F2AF9"/>
    <w:rsid w:val="004F2CC0"/>
    <w:rsid w:val="00543662"/>
    <w:rsid w:val="00544756"/>
    <w:rsid w:val="00556AE3"/>
    <w:rsid w:val="005819D4"/>
    <w:rsid w:val="00592C34"/>
    <w:rsid w:val="005A0110"/>
    <w:rsid w:val="005A26DA"/>
    <w:rsid w:val="005E2B28"/>
    <w:rsid w:val="005F7C74"/>
    <w:rsid w:val="0062389C"/>
    <w:rsid w:val="00626543"/>
    <w:rsid w:val="006529D3"/>
    <w:rsid w:val="00654956"/>
    <w:rsid w:val="00657F7D"/>
    <w:rsid w:val="006C2E3D"/>
    <w:rsid w:val="006C2F13"/>
    <w:rsid w:val="006F2292"/>
    <w:rsid w:val="00713988"/>
    <w:rsid w:val="00724BFC"/>
    <w:rsid w:val="0074327E"/>
    <w:rsid w:val="00760D74"/>
    <w:rsid w:val="00761735"/>
    <w:rsid w:val="0076594C"/>
    <w:rsid w:val="00773187"/>
    <w:rsid w:val="00787B34"/>
    <w:rsid w:val="007A4AF5"/>
    <w:rsid w:val="007A5607"/>
    <w:rsid w:val="007A6468"/>
    <w:rsid w:val="007B4576"/>
    <w:rsid w:val="00810683"/>
    <w:rsid w:val="00821070"/>
    <w:rsid w:val="00830DD4"/>
    <w:rsid w:val="00841516"/>
    <w:rsid w:val="00861041"/>
    <w:rsid w:val="008639FF"/>
    <w:rsid w:val="00873952"/>
    <w:rsid w:val="008838DA"/>
    <w:rsid w:val="00893CC0"/>
    <w:rsid w:val="00897682"/>
    <w:rsid w:val="008A11AC"/>
    <w:rsid w:val="008C538C"/>
    <w:rsid w:val="008C575C"/>
    <w:rsid w:val="00922D25"/>
    <w:rsid w:val="00923F59"/>
    <w:rsid w:val="0094539F"/>
    <w:rsid w:val="0095046C"/>
    <w:rsid w:val="0096661E"/>
    <w:rsid w:val="00970363"/>
    <w:rsid w:val="009748FD"/>
    <w:rsid w:val="00974918"/>
    <w:rsid w:val="0099164A"/>
    <w:rsid w:val="00993A2E"/>
    <w:rsid w:val="009954E8"/>
    <w:rsid w:val="009A11CB"/>
    <w:rsid w:val="009C248E"/>
    <w:rsid w:val="009C73D6"/>
    <w:rsid w:val="009D4DE7"/>
    <w:rsid w:val="009F0540"/>
    <w:rsid w:val="00A13421"/>
    <w:rsid w:val="00A449A0"/>
    <w:rsid w:val="00A80DC3"/>
    <w:rsid w:val="00A82504"/>
    <w:rsid w:val="00A82626"/>
    <w:rsid w:val="00AA02FC"/>
    <w:rsid w:val="00AA4628"/>
    <w:rsid w:val="00AC0B82"/>
    <w:rsid w:val="00AC57C3"/>
    <w:rsid w:val="00AE64F5"/>
    <w:rsid w:val="00B23F53"/>
    <w:rsid w:val="00B3179C"/>
    <w:rsid w:val="00B54404"/>
    <w:rsid w:val="00B56835"/>
    <w:rsid w:val="00B612CA"/>
    <w:rsid w:val="00B655E1"/>
    <w:rsid w:val="00B8186C"/>
    <w:rsid w:val="00B82788"/>
    <w:rsid w:val="00B95990"/>
    <w:rsid w:val="00BC4ECD"/>
    <w:rsid w:val="00BF004D"/>
    <w:rsid w:val="00C349E3"/>
    <w:rsid w:val="00C4645F"/>
    <w:rsid w:val="00C74382"/>
    <w:rsid w:val="00C82B2D"/>
    <w:rsid w:val="00C82DE5"/>
    <w:rsid w:val="00CA564F"/>
    <w:rsid w:val="00CE1F59"/>
    <w:rsid w:val="00D11419"/>
    <w:rsid w:val="00D44345"/>
    <w:rsid w:val="00D56E56"/>
    <w:rsid w:val="00D743C7"/>
    <w:rsid w:val="00DA11AA"/>
    <w:rsid w:val="00DA679F"/>
    <w:rsid w:val="00DC5182"/>
    <w:rsid w:val="00DF1A50"/>
    <w:rsid w:val="00DF25E9"/>
    <w:rsid w:val="00DF3E09"/>
    <w:rsid w:val="00DF68C2"/>
    <w:rsid w:val="00E05C97"/>
    <w:rsid w:val="00E13254"/>
    <w:rsid w:val="00E24F5F"/>
    <w:rsid w:val="00E30A47"/>
    <w:rsid w:val="00E40659"/>
    <w:rsid w:val="00E74E3B"/>
    <w:rsid w:val="00E850D2"/>
    <w:rsid w:val="00E909A7"/>
    <w:rsid w:val="00ED000F"/>
    <w:rsid w:val="00EE1DD4"/>
    <w:rsid w:val="00EE7459"/>
    <w:rsid w:val="00F14D7D"/>
    <w:rsid w:val="00F171D9"/>
    <w:rsid w:val="00F23867"/>
    <w:rsid w:val="00F31B1D"/>
    <w:rsid w:val="00F47959"/>
    <w:rsid w:val="00F55F8C"/>
    <w:rsid w:val="00F73512"/>
    <w:rsid w:val="00F8085A"/>
    <w:rsid w:val="00F831B2"/>
    <w:rsid w:val="00F87B30"/>
    <w:rsid w:val="00FA435F"/>
    <w:rsid w:val="00FB0C1B"/>
    <w:rsid w:val="00FD7FA3"/>
    <w:rsid w:val="00FE2F4B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E014A"/>
  <w15:docId w15:val="{4DBDD2A6-79AA-461B-BFAD-F9B18F4E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48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A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6AE3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556AE3"/>
    <w:pPr>
      <w:tabs>
        <w:tab w:val="center" w:pos="4153"/>
        <w:tab w:val="right" w:pos="8306"/>
      </w:tabs>
      <w:spacing w:after="120"/>
      <w:ind w:firstLine="456"/>
    </w:pPr>
  </w:style>
  <w:style w:type="character" w:customStyle="1" w:styleId="HeaderChar">
    <w:name w:val="Header Char"/>
    <w:basedOn w:val="DefaultParagraphFont"/>
    <w:link w:val="Header"/>
    <w:uiPriority w:val="99"/>
    <w:rsid w:val="00556A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6AE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6AE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556AE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46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0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65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65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659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4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80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Haldus%20-%20hooldus%20-%20ehitus\Ehitus%20-%20remont\01%20-%20Ehitustegevusega%20seotud%20vormid%20ja%20dokumendin&#228;idised\02%20Ehitust&#246;&#246;d\T&#214;&#214;V&#213;TULEPINGU%20MUUDAT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urementDocuments" ma:contentTypeID="0x01010E3C894F7D994C179E5C79A4ABA31D31006DEC7E63C145834B9F8124882FB13CC2" ma:contentTypeVersion="" ma:contentTypeDescription="" ma:contentTypeScope="" ma:versionID="67598584c7149134481d477e5ea9868b">
  <xsd:schema xmlns:xsd="http://www.w3.org/2001/XMLSchema" xmlns:p="http://schemas.microsoft.com/office/2006/metadata/properties" xmlns:ns1="B531D0F3-82B4-4565-99B8-5DA8F917BE36" xmlns:ns2="b531d0f3-82b4-4565-99b8-5da8f917be36" targetNamespace="http://schemas.microsoft.com/office/2006/metadata/properties" ma:root="true" ma:fieldsID="155f8745cd72b7d892b7b06e331e5c16" ns1:_="" ns2:_="">
    <xsd:import namespace="B531D0F3-82B4-4565-99B8-5DA8F917BE36"/>
    <xsd:import namespace="b531d0f3-82b4-4565-99b8-5da8f917be36"/>
    <xsd:element name="properties">
      <xsd:complexType>
        <xsd:sequence>
          <xsd:element name="documentManagement">
            <xsd:complexType>
              <xsd:all>
                <xsd:element ref="ns1:ProcurementProviderSpecification" minOccurs="0"/>
                <xsd:element ref="ns1:ProcurementProvider" minOccurs="0"/>
                <xsd:element ref="ns1:ProcurementResponsiblePerson" minOccurs="0"/>
                <xsd:element ref="ns1:ProcurementDepartment" minOccurs="0"/>
                <xsd:element ref="ns1:ProcurementChildObjects" minOccurs="0"/>
                <xsd:element ref="ns1:ProcurementName" minOccurs="0"/>
                <xsd:element ref="ns1:ProcurementObject" minOccurs="0"/>
                <xsd:element ref="ns1:ProcurementObjectSpecification" minOccurs="0"/>
                <xsd:element ref="ns1:ProcurementEstimatedCost" minOccurs="0"/>
                <xsd:element ref="ns1:ProcurementProcedureType" minOccurs="0"/>
                <xsd:element ref="ns1:StartDate" minOccurs="0"/>
                <xsd:element ref="ns1:DueDate" minOccurs="0"/>
                <xsd:element ref="ns1:ProcurementComissionBoardMember" minOccurs="0"/>
                <xsd:element ref="ns1:ProcurementComissionChairman" minOccurs="0"/>
                <xsd:element ref="ns1:ProcurementComissionDepartment" minOccurs="0"/>
                <xsd:element ref="ns1:ProcurementComissionLawyer" minOccurs="0"/>
                <xsd:element ref="ns1:ProcurementComissionRecorder" minOccurs="0"/>
                <xsd:element ref="ns1:ProcurementComissionOutsideMembers" minOccurs="0"/>
                <xsd:element ref="ns1:ProcurementMainProcurement" minOccurs="0"/>
                <xsd:element ref="ns1:ProcurementCPVMainCode" minOccurs="0"/>
                <xsd:element ref="ns1:ProcurementCPVAdditionalCodes" minOccurs="0"/>
                <xsd:element ref="ns1:ProcurementRegistrationNumber" minOccurs="0"/>
                <xsd:element ref="ns1:ProcurementContractDate" minOccurs="0"/>
                <xsd:element ref="ns1:ProcurementActualCost" minOccurs="0"/>
                <xsd:element ref="ns1:ProcurementDocument" minOccurs="0"/>
                <xsd:element ref="ns1:ProcurementID" minOccurs="0"/>
                <xsd:element ref="ns1:Status" minOccurs="0"/>
                <xsd:element ref="ns1:Type" minOccurs="0"/>
                <xsd:element ref="ns1:DocumentUrl" minOccurs="0"/>
                <xsd:element ref="ns1:DocumentSendDate" minOccurs="0"/>
                <xsd:element ref="ns2:Group" minOccurs="0"/>
                <xsd:element ref="ns2:Recorder" minOccurs="0"/>
                <xsd:element ref="ns2:Providers" minOccurs="0"/>
                <xsd:element ref="ns2:Department" minOccurs="0"/>
                <xsd:element ref="ns2:Contractors" minOccurs="0"/>
                <xsd:element ref="ns2:ChildObjects" minOccurs="0"/>
                <xsd:element ref="ns2:ChildObjectsCodes" minOccurs="0"/>
                <xsd:element ref="ns2:ContractorCodes" minOccurs="0"/>
                <xsd:element ref="ns2:Ajalised_x0020_andm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ProcurementProviderSpecification" ma:index="0" nillable="true" ma:displayName="Hankija liik" ma:format="RadioButtons" ma:internalName="ProcurementProviderSpecification">
      <xsd:simpleType>
        <xsd:restriction base="dms:Choice">
          <xsd:enumeration value="Riik/riigiasutus"/>
          <xsd:enumeration value="Kohalik omavalitsus või avalik-õiguslik isik"/>
          <xsd:enumeration value="RKAS, Hooldus Pluss või muu äriühing, MTÜ või SA"/>
          <xsd:enumeration value="Võrgustikusektori hankija"/>
        </xsd:restriction>
      </xsd:simpleType>
    </xsd:element>
    <xsd:element name="ProcurementProvider" ma:index="1" nillable="true" ma:displayName="Hankija" ma:internalName="ProcurementProvider">
      <xsd:simpleType>
        <xsd:union memberTypes="dms:Text">
          <xsd:simpleType>
            <xsd:restriction base="dms:Choice">
              <xsd:enumeration value="Riigi Kinnisvara AS"/>
              <xsd:enumeration value="Hooldus Pluss OÜ"/>
            </xsd:restriction>
          </xsd:simpleType>
        </xsd:union>
      </xsd:simpleType>
    </xsd:element>
    <xsd:element name="ProcurementResponsiblePerson" ma:index="2" nillable="true" ma:displayName="Vastutav isik" ma:internalName="Procurement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Department" ma:index="3" nillable="true" ma:displayName="Hanget korraldav osakond" ma:internalName="ProcurementDepartment">
      <xsd:simpleType>
        <xsd:restriction base="dms:Text"/>
      </xsd:simpleType>
    </xsd:element>
    <xsd:element name="ProcurementChildObjects" ma:index="4" nillable="true" ma:displayName="Hanke alamobjekt" ma:internalName="ProcurementChildObjects">
      <xsd:simpleType>
        <xsd:restriction base="dms:Note"/>
      </xsd:simpleType>
    </xsd:element>
    <xsd:element name="ProcurementName" ma:index="5" nillable="true" ma:displayName="Hanke nimetus (HD pealkiri)" ma:internalName="ProcurementName">
      <xsd:simpleType>
        <xsd:restriction base="dms:Text"/>
      </xsd:simpleType>
    </xsd:element>
    <xsd:element name="ProcurementObject" ma:index="6" nillable="true" ma:displayName="Hanke objekt" ma:internalName="ProcurementObject">
      <xsd:simpleType>
        <xsd:restriction base="dms:Text"/>
      </xsd:simpleType>
    </xsd:element>
    <xsd:element name="ProcurementObjectSpecification" ma:index="7" nillable="true" ma:displayName="Hanke objekti täpsustus" ma:internalName="ProcurementObjectSpecification">
      <xsd:simpleType>
        <xsd:restriction base="dms:Text"/>
      </xsd:simpleType>
    </xsd:element>
    <xsd:element name="ProcurementEstimatedCost" ma:index="8" nillable="true" ma:displayName="Hanke eeldatav maksumus" ma:LCID="-2" ma:internalName="ProcurementEstimatedCost">
      <xsd:simpleType>
        <xsd:restriction base="dms:Currency"/>
      </xsd:simpleType>
    </xsd:element>
    <xsd:element name="ProcurementProcedureType" ma:index="9" nillable="true" ma:displayName="Hanke menetlusliik" ma:internalName="ProcurementProcedureType">
      <xsd:simpleType>
        <xsd:restriction base="dms:Text"/>
      </xsd:simpleType>
    </xsd:element>
    <xsd:element name="StartDate" ma:index="10" nillable="true" ma:displayName="HD koostamise alguskuupäev" ma:format="DateOnly" ma:internalName="StartDate">
      <xsd:simpleType>
        <xsd:restriction base="dms:DateTime"/>
      </xsd:simpleType>
    </xsd:element>
    <xsd:element name="DueDate" ma:index="11" nillable="true" ma:displayName="Hankelepingu sõlmimise tähtaeg" ma:format="DateOnly" ma:internalName="DueDate">
      <xsd:simpleType>
        <xsd:restriction base="dms:DateTime"/>
      </xsd:simpleType>
    </xsd:element>
    <xsd:element name="ProcurementComissionBoardMember" ma:index="12" nillable="true" ma:displayName="Juhatuse liige" ma:internalName="ProcurementComissionBoardMember">
      <xsd:simpleType>
        <xsd:restriction base="dms:Text"/>
      </xsd:simpleType>
    </xsd:element>
    <xsd:element name="ProcurementComissionChairman" ma:index="13" nillable="true" ma:displayName="Hankekomisjoni esimees" ma:internalName="ProcurementComissionChairma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Department" ma:index="14" nillable="true" ma:displayName="Osakonnajuhataja või projektidirektor" ma:internalName="ProcurementComissionDepartment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Lawyer" ma:index="15" nillable="true" ma:displayName="Hankekomisjoni jurist" ma:internalName="ProcurementComissionLawyer">
      <xsd:simpleType>
        <xsd:restriction base="dms:Text"/>
      </xsd:simpleType>
    </xsd:element>
    <xsd:element name="ProcurementComissionRecorder" ma:index="16" nillable="true" ma:displayName="Protokollija" ma:internalName="ProcurementComissionRecord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OutsideMembers" ma:index="17" nillable="true" ma:displayName="Hankekomisjoni liikmed väljastpoolt RKASi" ma:internalName="ProcurementComissionOutsideMembers">
      <xsd:simpleType>
        <xsd:restriction base="dms:Note"/>
      </xsd:simpleType>
    </xsd:element>
    <xsd:element name="ProcurementMainProcurement" ma:index="18" nillable="true" ma:displayName="Raamleping, millega hange on seotud" ma:internalName="ProcurementMainProcurement">
      <xsd:simpleType>
        <xsd:restriction base="dms:Text"/>
      </xsd:simpleType>
    </xsd:element>
    <xsd:element name="ProcurementCPVMainCode" ma:index="19" nillable="true" ma:displayName="CPV põhikood" ma:internalName="ProcurementCPVMainCode">
      <xsd:simpleType>
        <xsd:restriction base="dms:Text"/>
      </xsd:simpleType>
    </xsd:element>
    <xsd:element name="ProcurementCPVAdditionalCodes" ma:index="20" nillable="true" ma:displayName="CPV lisakoodid" ma:internalName="ProcurementCPVAdditionalCodes">
      <xsd:simpleType>
        <xsd:restriction base="dms:Text"/>
      </xsd:simpleType>
    </xsd:element>
    <xsd:element name="ProcurementRegistrationNumber" ma:index="21" nillable="true" ma:displayName="Riigihanke registreerimisnumber" ma:internalName="ProcurementRegistrationNumber">
      <xsd:simpleType>
        <xsd:restriction base="dms:Text"/>
      </xsd:simpleType>
    </xsd:element>
    <xsd:element name="ProcurementContractDate" ma:index="22" nillable="true" ma:displayName="Hankelepingu sõlmimise kuupäev" ma:format="DateOnly" ma:internalName="ProcurementContractDate">
      <xsd:simpleType>
        <xsd:restriction base="dms:DateTime"/>
      </xsd:simpleType>
    </xsd:element>
    <xsd:element name="ProcurementActualCost" ma:index="23" nillable="true" ma:displayName="Hankelepingu tegelik maksumus" ma:LCID="-2" ma:internalName="ProcurementActualCost">
      <xsd:simpleType>
        <xsd:restriction base="dms:Currency"/>
      </xsd:simpleType>
    </xsd:element>
    <xsd:element name="ProcurementDocument" ma:index="24" nillable="true" ma:displayName="Dokumendi liik" ma:internalName="ProcurementDocument">
      <xsd:simpleType>
        <xsd:restriction base="dms:Text"/>
      </xsd:simpleType>
    </xsd:element>
    <xsd:element name="ProcurementID" ma:index="25" nillable="true" ma:displayName="Hanke ID" ma:internalName="ProcurementID">
      <xsd:simpleType>
        <xsd:restriction base="dms:Text"/>
      </xsd:simpleType>
    </xsd:element>
    <xsd:element name="Status" ma:index="26" nillable="true" ma:displayName="Dokumendi staatus" ma:internalName="Status">
      <xsd:simpleType>
        <xsd:restriction base="dms:Choice">
          <xsd:enumeration value="Kooskõlastamisel"/>
          <xsd:enumeration value="Kooskõlastatud"/>
          <xsd:enumeration value="Allkirjastamisel"/>
          <xsd:enumeration value="Allkirjastatud"/>
          <xsd:enumeration value="Koostamisel"/>
          <xsd:enumeration value="Arhiiv"/>
        </xsd:restriction>
      </xsd:simpleType>
    </xsd:element>
    <xsd:element name="Type" ma:index="27" nillable="true" ma:displayName="Tüüp" ma:internalName="Type">
      <xsd:simpleType>
        <xsd:restriction base="dms:Text"/>
      </xsd:simpleType>
    </xsd:element>
    <xsd:element name="DocumentUrl" ma:index="28" nillable="true" ma:displayName="Dokument avalikus veebis" ma:internalName="DocumentUrl">
      <xsd:simpleType>
        <xsd:restriction base="dms:Text"/>
      </xsd:simpleType>
    </xsd:element>
    <xsd:element name="DocumentSendDate" ma:index="29" nillable="true" ma:displayName="Dokumendi avalikku veebi saatmise kuupäev" ma:internalName="DocumentSend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Group" ma:index="30" nillable="true" ma:displayName="Rühm" ma:internalName="Group">
      <xsd:simpleType>
        <xsd:restriction base="dms:Text">
          <xsd:maxLength value="255"/>
        </xsd:restriction>
      </xsd:simpleType>
    </xsd:element>
    <xsd:element name="Recorder" ma:index="31" nillable="true" ma:displayName="Protokollija tekstina" ma:internalName="Recorder">
      <xsd:simpleType>
        <xsd:restriction base="dms:Text">
          <xsd:maxLength value="255"/>
        </xsd:restriction>
      </xsd:simpleType>
    </xsd:element>
    <xsd:element name="Providers" ma:index="32" nillable="true" ma:displayName="Pakkujad" ma:internalName="Providers">
      <xsd:simpleType>
        <xsd:restriction base="dms:Note"/>
      </xsd:simpleType>
    </xsd:element>
    <xsd:element name="Department" ma:index="33" nillable="true" ma:displayName="Osakonnajuhataja tekstina" ma:internalName="Department">
      <xsd:simpleType>
        <xsd:restriction base="dms:Text">
          <xsd:maxLength value="255"/>
        </xsd:restriction>
      </xsd:simpleType>
    </xsd:element>
    <xsd:element name="Contractors" ma:index="34" nillable="true" ma:displayName="Hankijad" ma:internalName="Contractors">
      <xsd:simpleType>
        <xsd:restriction base="dms:Text">
          <xsd:maxLength value="255"/>
        </xsd:restriction>
      </xsd:simpleType>
    </xsd:element>
    <xsd:element name="ChildObjects" ma:index="35" nillable="true" ma:displayName="Alamobjektid" ma:internalName="ChildObjects">
      <xsd:simpleType>
        <xsd:restriction base="dms:Note"/>
      </xsd:simpleType>
    </xsd:element>
    <xsd:element name="ChildObjectsCodes" ma:index="36" nillable="true" ma:displayName="Alamobjektide koodid" ma:internalName="ChildObjectsCodes">
      <xsd:simpleType>
        <xsd:restriction base="dms:Note"/>
      </xsd:simpleType>
    </xsd:element>
    <xsd:element name="ContractorCodes" ma:index="37" nillable="true" ma:displayName="Hankijate registrikoodid" ma:internalName="ContractorCodes">
      <xsd:simpleType>
        <xsd:restriction base="dms:Note"/>
      </xsd:simpleType>
    </xsd:element>
    <xsd:element name="Ajalised_x0020_andmed" ma:index="38" nillable="true" ma:displayName="Ajalised andmed" ma:format="DateOnly" ma:internalName="Ajalised_x0020_andm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rocurementDepartment xmlns="B531D0F3-82B4-4565-99B8-5DA8F917BE36">CO2 meeskond</ProcurementDepartment>
    <ProcurementName xmlns="B531D0F3-82B4-4565-99B8-5DA8F917BE36">Büroohoonete asukohaga Toompuiestee 24 ja 26, Tallinn rekonstrueerimistööde projekteerimine</ProcurementName>
    <DueDate xmlns="B531D0F3-82B4-4565-99B8-5DA8F917BE36" xsi:nil="true"/>
    <ProcurementCPVAdditionalCodes xmlns="B531D0F3-82B4-4565-99B8-5DA8F917BE36" xsi:nil="true"/>
    <ProcurementDocument xmlns="B531D0F3-82B4-4565-99B8-5DA8F917BE36">Lepingu lisa (allkirjastatav pärast hanget)</ProcurementDocument>
    <DocumentUrl xmlns="B531D0F3-82B4-4565-99B8-5DA8F917BE36" xsi:nil="true"/>
    <ProcurementObjectSpecification xmlns="B531D0F3-82B4-4565-99B8-5DA8F917BE36">Projekteerimine</ProcurementObjectSpecification>
    <ProcurementContractDate xmlns="B531D0F3-82B4-4565-99B8-5DA8F917BE36" xsi:nil="true"/>
    <ProcurementComissionLawyer xmlns="B531D0F3-82B4-4565-99B8-5DA8F917BE36">Agur Maandi</ProcurementComissionLawyer>
    <ProcurementRegistrationNumber xmlns="B531D0F3-82B4-4565-99B8-5DA8F917BE36" xsi:nil="true"/>
    <Department xmlns="b531d0f3-82b4-4565-99b8-5da8f917be36">Andrus Kõre</Department>
    <ProcurementProvider xmlns="B531D0F3-82B4-4565-99B8-5DA8F917BE36">KESKKONNAMINISTEERIUM/RMK</ProcurementProvider>
    <ProcurementEstimatedCost xmlns="B531D0F3-82B4-4565-99B8-5DA8F917BE36" xsi:nil="true"/>
    <Group xmlns="b531d0f3-82b4-4565-99b8-5da8f917be36">Pakkumusega seotud dokumendid</Group>
    <ProcurementComissionBoardMember xmlns="B531D0F3-82B4-4565-99B8-5DA8F917BE36">Elari Udam</ProcurementComissionBoardMember>
    <ProcurementComissionRecorder xmlns="B531D0F3-82B4-4565-99B8-5DA8F917BE36">
      <UserInfo>
        <DisplayName/>
        <AccountId xsi:nil="true"/>
        <AccountType/>
      </UserInfo>
    </ProcurementComissionRecorder>
    <ChildObjectsCodes xmlns="b531d0f3-82b4-4565-99b8-5da8f917be36">156, 152, 153</ChildObjectsCodes>
    <ProcurementChildObjects xmlns="B531D0F3-82B4-4565-99B8-5DA8F917BE36">156|EMHI peahoone/152|Eesti Loodusmuuseumi hoone/153|Eesti Loodusmuuseumi hoone-2</ProcurementChildObjects>
    <ContractorCodes xmlns="b531d0f3-82b4-4565-99b8-5da8f917be36">70001231, 70004459</ContractorCodes>
    <ProcurementID xmlns="B531D0F3-82B4-4565-99B8-5DA8F917BE36">1031</ProcurementID>
    <ProcurementProviderSpecification xmlns="B531D0F3-82B4-4565-99B8-5DA8F917BE36">Riik/riigiasutus</ProcurementProviderSpecification>
    <ProcurementProcedureType xmlns="B531D0F3-82B4-4565-99B8-5DA8F917BE36">Avatud menetlus (Siseriiklik)</ProcurementProcedureType>
    <ProcurementComissionChairman xmlns="B531D0F3-82B4-4565-99B8-5DA8F917BE36">
      <UserInfo>
        <DisplayName>Priit Püss</DisplayName>
        <AccountId>235</AccountId>
        <AccountType/>
      </UserInfo>
    </ProcurementComissionChairman>
    <ProcurementMainProcurement xmlns="B531D0F3-82B4-4565-99B8-5DA8F917BE36" xsi:nil="true"/>
    <ProcurementCPVMainCode xmlns="B531D0F3-82B4-4565-99B8-5DA8F917BE36" xsi:nil="true"/>
    <DocumentSendDate xmlns="B531D0F3-82B4-4565-99B8-5DA8F917BE36" xsi:nil="true"/>
    <Providers xmlns="b531d0f3-82b4-4565-99b8-5da8f917be36" xsi:nil="true"/>
    <Contractors xmlns="b531d0f3-82b4-4565-99b8-5da8f917be36">(70001231) KESKKONNAMINISTEERIUM, (70004459) RMK</Contractors>
    <ProcurementActualCost xmlns="B531D0F3-82B4-4565-99B8-5DA8F917BE36" xsi:nil="true"/>
    <Status xmlns="B531D0F3-82B4-4565-99B8-5DA8F917BE36">Kooskõlastatud</Status>
    <StartDate xmlns="B531D0F3-82B4-4565-99B8-5DA8F917BE36">2011-09-09T00:00:00+00:00</StartDate>
    <ProcurementComissionOutsideMembers xmlns="B531D0F3-82B4-4565-99B8-5DA8F917BE36">Jüri Orlov</ProcurementComissionOutsideMembers>
    <Recorder xmlns="b531d0f3-82b4-4565-99b8-5da8f917be36" xsi:nil="true"/>
    <ProcurementResponsiblePerson xmlns="B531D0F3-82B4-4565-99B8-5DA8F917BE36">
      <UserInfo>
        <DisplayName>Ago Rist</DisplayName>
        <AccountId>225</AccountId>
        <AccountType/>
      </UserInfo>
    </ProcurementResponsiblePerson>
    <ProcurementObject xmlns="B531D0F3-82B4-4565-99B8-5DA8F917BE36">Teenused</ProcurementObject>
    <ProcurementComissionDepartment xmlns="B531D0F3-82B4-4565-99B8-5DA8F917BE36">
      <UserInfo>
        <DisplayName>Andrus Kõre</DisplayName>
        <AccountId>43</AccountId>
        <AccountType/>
      </UserInfo>
    </ProcurementComissionDepartment>
    <ChildObjects xmlns="b531d0f3-82b4-4565-99b8-5da8f917be36">(156) EMHI peahoone, (152) Eesti Loodusmuuseumi hoone, (153) Eesti Loodusmuuseumi hoone-2</ChildObjects>
    <Ajalised_x0020_andmed xmlns="b531d0f3-82b4-4565-99b8-5da8f917be36" xsi:nil="true"/>
    <Type xmlns="B531D0F3-82B4-4565-99B8-5DA8F917BE36">Dokument</Type>
  </documentManagement>
</p:properties>
</file>

<file path=customXml/itemProps1.xml><?xml version="1.0" encoding="utf-8"?>
<ds:datastoreItem xmlns:ds="http://schemas.openxmlformats.org/officeDocument/2006/customXml" ds:itemID="{8CEECBF4-E618-4F10-9979-280FF51ED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1D0F3-82B4-4565-99B8-5DA8F917BE36"/>
    <ds:schemaRef ds:uri="b531d0f3-82b4-4565-99b8-5da8f917be3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A8DFBB-F13B-4442-AA81-E94748138362}">
  <ds:schemaRefs>
    <ds:schemaRef ds:uri="http://schemas.microsoft.com/office/2006/metadata/properties"/>
    <ds:schemaRef ds:uri="B531D0F3-82B4-4565-99B8-5DA8F917BE36"/>
    <ds:schemaRef ds:uri="b531d0f3-82b4-4565-99b8-5da8f917be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TÖÖVÕTULEPINGU MUUDATUS.dotx</Template>
  <TotalTime>61</TotalTime>
  <Pages>1</Pages>
  <Words>252</Words>
  <Characters>1462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Jüri Orlov</cp:lastModifiedBy>
  <cp:revision>3</cp:revision>
  <dcterms:created xsi:type="dcterms:W3CDTF">2024-10-30T07:21:00Z</dcterms:created>
  <dcterms:modified xsi:type="dcterms:W3CDTF">2024-11-04T08:24:00Z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0x01010E3C894F7D994C179E5C79A4ABA31D31006DEC7E63C145834B9F8124882FB13CC2</vt:lpwstr>
  </property>
</Properties>
</file>